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21FAB6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887186" w:rsidRPr="00887186">
        <w:rPr>
          <w:rFonts w:eastAsia="Times New Roman" w:cs="Times New Roman"/>
          <w:b/>
          <w:bCs/>
          <w:lang w:eastAsia="cs-CZ"/>
        </w:rPr>
        <w:t>„Nákup elektromateriálu pro údržbu, opravy a provoz elektrických zařízení pro OŘ PHA 2025 – 2026“</w:t>
      </w:r>
      <w:r>
        <w:rPr>
          <w:rFonts w:eastAsia="Times New Roman" w:cs="Times New Roman"/>
          <w:lang w:eastAsia="cs-CZ"/>
        </w:rPr>
        <w:t xml:space="preserve">, </w:t>
      </w:r>
      <w:r w:rsidRPr="00887186">
        <w:rPr>
          <w:rFonts w:eastAsia="Times New Roman" w:cs="Times New Roman"/>
          <w:lang w:eastAsia="cs-CZ"/>
        </w:rPr>
        <w:t xml:space="preserve">č.j. </w:t>
      </w:r>
      <w:r w:rsidR="00887186" w:rsidRPr="00887186">
        <w:rPr>
          <w:rFonts w:eastAsia="Times New Roman" w:cs="Times New Roman"/>
          <w:lang w:eastAsia="cs-CZ"/>
        </w:rPr>
        <w:t>33846/2025-SŽ-OŘ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714A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714A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13AF2" w14:textId="723161A0" w:rsidR="00887186" w:rsidRDefault="008871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00746B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3550757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84B6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9531B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87186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14A5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84B6F"/>
    <w:rsid w:val="0049171C"/>
    <w:rsid w:val="0069531B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1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2025-08-12T11:23:00Z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